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8B151" w14:textId="7DDAB973" w:rsidR="00962AF7" w:rsidRPr="00962AF7" w:rsidRDefault="007806EE" w:rsidP="00962AF7">
      <w:pPr>
        <w:jc w:val="right"/>
        <w:rPr>
          <w:rFonts w:ascii="Arial" w:hAnsi="Arial" w:cs="Arial"/>
        </w:rPr>
      </w:pPr>
      <w:r w:rsidRPr="006C6DB7">
        <w:rPr>
          <w:rFonts w:ascii="Arial" w:hAnsi="Arial" w:cs="Arial"/>
          <w:sz w:val="22"/>
          <w:szCs w:val="22"/>
        </w:rPr>
        <w:t xml:space="preserve">Via Email: </w:t>
      </w:r>
      <w:r w:rsidR="00F728B7">
        <w:rPr>
          <w:rFonts w:ascii="Arial" w:hAnsi="Arial" w:cs="Arial"/>
          <w:sz w:val="22"/>
          <w:szCs w:val="22"/>
        </w:rPr>
        <w:t>xxx</w:t>
      </w:r>
    </w:p>
    <w:p w14:paraId="2468604F" w14:textId="433D6A92" w:rsidR="00EA675A" w:rsidRDefault="00F728B7" w:rsidP="001B58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</w:t>
      </w:r>
    </w:p>
    <w:p w14:paraId="35A6F1F2" w14:textId="77777777" w:rsidR="00962AF7" w:rsidRDefault="00962AF7" w:rsidP="001B58E2">
      <w:pPr>
        <w:rPr>
          <w:rFonts w:ascii="Arial" w:hAnsi="Arial" w:cs="Arial"/>
          <w:sz w:val="22"/>
          <w:szCs w:val="22"/>
        </w:rPr>
      </w:pPr>
    </w:p>
    <w:p w14:paraId="715E8D2D" w14:textId="77777777" w:rsidR="00962AF7" w:rsidRPr="006C6DB7" w:rsidRDefault="00962AF7" w:rsidP="001B58E2">
      <w:pPr>
        <w:rPr>
          <w:rFonts w:ascii="Arial" w:hAnsi="Arial" w:cs="Arial"/>
          <w:sz w:val="22"/>
          <w:szCs w:val="22"/>
        </w:rPr>
      </w:pPr>
    </w:p>
    <w:p w14:paraId="424C4A8E" w14:textId="5C59332A" w:rsidR="00C54EE6" w:rsidRPr="00C54EE6" w:rsidRDefault="002D55F3" w:rsidP="00C54EE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To</w:t>
      </w:r>
    </w:p>
    <w:p w14:paraId="03D50DF1" w14:textId="33A5F313" w:rsidR="00C54EE6" w:rsidRPr="00C54EE6" w:rsidRDefault="002D55F3" w:rsidP="00C54EE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Title</w:t>
      </w:r>
    </w:p>
    <w:p w14:paraId="1F84921F" w14:textId="226086AE" w:rsidR="00C54EE6" w:rsidRPr="00C54EE6" w:rsidRDefault="002D55F3" w:rsidP="00C54EE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Address</w:t>
      </w:r>
    </w:p>
    <w:p w14:paraId="3BE67240" w14:textId="78E1ACDC" w:rsidR="00C54EE6" w:rsidRPr="00C54EE6" w:rsidRDefault="002D55F3" w:rsidP="00C54EE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City, Province</w:t>
      </w:r>
    </w:p>
    <w:p w14:paraId="12B9C391" w14:textId="2698832F" w:rsidR="00C54EE6" w:rsidRPr="00C54EE6" w:rsidRDefault="002D55F3" w:rsidP="00C54EE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Code</w:t>
      </w:r>
      <w:r w:rsidR="00C54EE6" w:rsidRPr="00C54EE6">
        <w:rPr>
          <w:rFonts w:ascii="Arial" w:hAnsi="Arial" w:cs="Arial"/>
          <w:bCs/>
          <w:sz w:val="22"/>
          <w:szCs w:val="22"/>
        </w:rPr>
        <w:t>3</w:t>
      </w:r>
    </w:p>
    <w:p w14:paraId="609C9074" w14:textId="77777777" w:rsidR="00962AF7" w:rsidRDefault="00962AF7" w:rsidP="00C54EE6">
      <w:pPr>
        <w:rPr>
          <w:rFonts w:ascii="Arial" w:hAnsi="Arial" w:cs="Arial"/>
          <w:bCs/>
          <w:sz w:val="22"/>
          <w:szCs w:val="22"/>
        </w:rPr>
      </w:pPr>
    </w:p>
    <w:p w14:paraId="7B903BA2" w14:textId="06D78748" w:rsidR="00C54EE6" w:rsidRPr="00C54EE6" w:rsidRDefault="002D55F3" w:rsidP="00C54EE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Dear xxx</w:t>
      </w:r>
      <w:r w:rsidR="00C54EE6" w:rsidRPr="00C54EE6">
        <w:rPr>
          <w:rFonts w:ascii="Arial" w:hAnsi="Arial" w:cs="Arial"/>
          <w:bCs/>
          <w:sz w:val="22"/>
          <w:szCs w:val="22"/>
        </w:rPr>
        <w:t>:</w:t>
      </w:r>
    </w:p>
    <w:p w14:paraId="05B994A3" w14:textId="77777777" w:rsidR="00CA34C7" w:rsidRDefault="00CA34C7" w:rsidP="00C54EE6">
      <w:pPr>
        <w:rPr>
          <w:rFonts w:ascii="Arial" w:hAnsi="Arial" w:cs="Arial"/>
          <w:bCs/>
          <w:sz w:val="22"/>
          <w:szCs w:val="22"/>
        </w:rPr>
      </w:pPr>
    </w:p>
    <w:p w14:paraId="674CAB43" w14:textId="6C1B2BC9" w:rsidR="00C54EE6" w:rsidRPr="0000016F" w:rsidRDefault="00502D46" w:rsidP="00C54EE6">
      <w:pPr>
        <w:rPr>
          <w:rFonts w:ascii="Arial" w:hAnsi="Arial" w:cs="Arial"/>
          <w:b/>
          <w:bCs/>
          <w:sz w:val="22"/>
          <w:szCs w:val="22"/>
        </w:rPr>
      </w:pPr>
      <w:r w:rsidRPr="0000016F">
        <w:rPr>
          <w:rFonts w:ascii="Arial" w:hAnsi="Arial" w:cs="Arial"/>
          <w:b/>
          <w:bCs/>
          <w:sz w:val="22"/>
          <w:szCs w:val="22"/>
        </w:rPr>
        <w:t xml:space="preserve">Re: </w:t>
      </w:r>
      <w:r w:rsidRPr="0000016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="002D55F3">
        <w:rPr>
          <w:rFonts w:ascii="Arial" w:hAnsi="Arial" w:cs="Arial"/>
          <w:b/>
          <w:bCs/>
          <w:sz w:val="22"/>
          <w:szCs w:val="22"/>
        </w:rPr>
        <w:t>xxxxx</w:t>
      </w:r>
      <w:proofErr w:type="spellEnd"/>
    </w:p>
    <w:p w14:paraId="03531B76" w14:textId="63063E21" w:rsidR="00C54EE6" w:rsidRPr="0000016F" w:rsidRDefault="002D55F3" w:rsidP="00CA34C7">
      <w:pPr>
        <w:pBdr>
          <w:bottom w:val="single" w:sz="12" w:space="1" w:color="auto"/>
        </w:pBdr>
        <w:ind w:firstLine="720"/>
        <w:rPr>
          <w:rFonts w:ascii="Arial" w:hAnsi="Arial" w:cs="Arial"/>
          <w:b/>
          <w:bCs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b/>
          <w:bCs/>
          <w:sz w:val="22"/>
          <w:szCs w:val="22"/>
        </w:rPr>
        <w:t>xxxxxx</w:t>
      </w:r>
      <w:proofErr w:type="spellEnd"/>
      <w:proofErr w:type="gramEnd"/>
      <w:r w:rsidR="00502D46" w:rsidRPr="0000016F">
        <w:rPr>
          <w:rFonts w:ascii="Arial" w:hAnsi="Arial" w:cs="Arial"/>
          <w:b/>
          <w:bCs/>
          <w:sz w:val="22"/>
          <w:szCs w:val="22"/>
        </w:rPr>
        <w:t xml:space="preserve"> Ave</w:t>
      </w:r>
    </w:p>
    <w:p w14:paraId="6C30DB61" w14:textId="77777777" w:rsidR="0000016F" w:rsidRPr="00502D46" w:rsidRDefault="0000016F" w:rsidP="00502D46">
      <w:pPr>
        <w:rPr>
          <w:rFonts w:ascii="Arial" w:hAnsi="Arial" w:cs="Arial"/>
          <w:sz w:val="22"/>
          <w:szCs w:val="22"/>
        </w:rPr>
      </w:pPr>
    </w:p>
    <w:p w14:paraId="018A57E7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335AD937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3F4BD179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5AAFE0AA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284AC9DA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582E7FD8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66A860D3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64977AF5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2254EFF5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2F865383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AEB5E89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029651D0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5BCD5A33" w14:textId="77777777" w:rsidR="002D55F3" w:rsidRDefault="002D55F3" w:rsidP="001B58E2">
      <w:pPr>
        <w:rPr>
          <w:rFonts w:ascii="Arial" w:hAnsi="Arial" w:cs="Arial"/>
          <w:sz w:val="22"/>
          <w:szCs w:val="22"/>
        </w:rPr>
      </w:pPr>
    </w:p>
    <w:p w14:paraId="59F8AE55" w14:textId="77777777" w:rsidR="00EA675A" w:rsidRPr="006C6DB7" w:rsidRDefault="00EA675A" w:rsidP="001B58E2">
      <w:pPr>
        <w:rPr>
          <w:rFonts w:ascii="Arial" w:hAnsi="Arial" w:cs="Arial"/>
          <w:sz w:val="22"/>
          <w:szCs w:val="22"/>
        </w:rPr>
      </w:pPr>
      <w:r w:rsidRPr="006C6DB7">
        <w:rPr>
          <w:rFonts w:ascii="Arial" w:hAnsi="Arial" w:cs="Arial"/>
          <w:sz w:val="22"/>
          <w:szCs w:val="22"/>
        </w:rPr>
        <w:t>Yours truly,</w:t>
      </w:r>
    </w:p>
    <w:p w14:paraId="08F6F68C" w14:textId="77777777" w:rsidR="00262AE3" w:rsidRDefault="00262AE3" w:rsidP="001B58E2">
      <w:pPr>
        <w:rPr>
          <w:rFonts w:ascii="Arial" w:hAnsi="Arial" w:cs="Arial"/>
          <w:b/>
          <w:sz w:val="22"/>
          <w:szCs w:val="22"/>
        </w:rPr>
      </w:pPr>
    </w:p>
    <w:p w14:paraId="3444E572" w14:textId="700A34DD" w:rsidR="00EA675A" w:rsidRPr="006C6DB7" w:rsidRDefault="00F61A2E" w:rsidP="001B58E2">
      <w:pPr>
        <w:rPr>
          <w:rFonts w:ascii="Arial" w:hAnsi="Arial" w:cs="Arial"/>
          <w:b/>
          <w:sz w:val="22"/>
          <w:szCs w:val="22"/>
        </w:rPr>
      </w:pPr>
      <w:r w:rsidRPr="006C6DB7">
        <w:rPr>
          <w:rFonts w:ascii="Arial" w:hAnsi="Arial" w:cs="Arial"/>
          <w:b/>
          <w:sz w:val="22"/>
          <w:szCs w:val="22"/>
        </w:rPr>
        <w:t>COMMERCIAL LAND STRATEGIES</w:t>
      </w:r>
    </w:p>
    <w:p w14:paraId="522315D6" w14:textId="26E620A7" w:rsidR="00EA675A" w:rsidRPr="006C6DB7" w:rsidRDefault="00EA675A" w:rsidP="001B58E2">
      <w:pPr>
        <w:rPr>
          <w:rFonts w:ascii="Arial" w:hAnsi="Arial" w:cs="Arial"/>
          <w:sz w:val="22"/>
          <w:szCs w:val="22"/>
        </w:rPr>
      </w:pPr>
    </w:p>
    <w:p w14:paraId="07A2516D" w14:textId="77777777" w:rsidR="00F61A2E" w:rsidRPr="006C6DB7" w:rsidRDefault="00F61A2E" w:rsidP="001B58E2">
      <w:pPr>
        <w:rPr>
          <w:rFonts w:ascii="Arial" w:hAnsi="Arial" w:cs="Arial"/>
          <w:sz w:val="22"/>
          <w:szCs w:val="22"/>
        </w:rPr>
      </w:pPr>
    </w:p>
    <w:p w14:paraId="791A6BCE" w14:textId="77777777" w:rsidR="00F61A2E" w:rsidRPr="006C6DB7" w:rsidRDefault="00F61A2E" w:rsidP="001B58E2">
      <w:pPr>
        <w:rPr>
          <w:rFonts w:ascii="Arial" w:hAnsi="Arial" w:cs="Arial"/>
          <w:sz w:val="22"/>
          <w:szCs w:val="22"/>
        </w:rPr>
      </w:pPr>
    </w:p>
    <w:p w14:paraId="05A6BA4C" w14:textId="77777777" w:rsidR="00F61A2E" w:rsidRPr="006C6DB7" w:rsidRDefault="00F61A2E" w:rsidP="001B58E2">
      <w:pPr>
        <w:rPr>
          <w:rFonts w:ascii="Arial" w:hAnsi="Arial" w:cs="Arial"/>
          <w:sz w:val="22"/>
          <w:szCs w:val="22"/>
        </w:rPr>
      </w:pPr>
    </w:p>
    <w:p w14:paraId="68459DD8" w14:textId="77777777" w:rsidR="00F61A2E" w:rsidRPr="006C6DB7" w:rsidRDefault="00F61A2E" w:rsidP="001B58E2">
      <w:pPr>
        <w:rPr>
          <w:rFonts w:ascii="Arial" w:hAnsi="Arial" w:cs="Arial"/>
          <w:sz w:val="22"/>
          <w:szCs w:val="22"/>
        </w:rPr>
      </w:pPr>
    </w:p>
    <w:p w14:paraId="377C5E1C" w14:textId="1B9F367E" w:rsidR="00EA675A" w:rsidRPr="006C6DB7" w:rsidRDefault="00F61A2E" w:rsidP="001B58E2">
      <w:pPr>
        <w:rPr>
          <w:rFonts w:ascii="Arial" w:hAnsi="Arial" w:cs="Arial"/>
          <w:sz w:val="22"/>
          <w:szCs w:val="22"/>
        </w:rPr>
      </w:pPr>
      <w:r w:rsidRPr="006C6DB7">
        <w:rPr>
          <w:rFonts w:ascii="Arial" w:hAnsi="Arial" w:cs="Arial"/>
          <w:sz w:val="22"/>
          <w:szCs w:val="22"/>
        </w:rPr>
        <w:t>David A. Baffa</w:t>
      </w:r>
      <w:r w:rsidR="002D55F3">
        <w:rPr>
          <w:rFonts w:ascii="Arial" w:hAnsi="Arial" w:cs="Arial"/>
          <w:sz w:val="22"/>
          <w:szCs w:val="22"/>
        </w:rPr>
        <w:t>,</w:t>
      </w:r>
    </w:p>
    <w:p w14:paraId="393318B0" w14:textId="77777777" w:rsidR="00EA675A" w:rsidRPr="006C6DB7" w:rsidRDefault="00EA675A" w:rsidP="001B58E2">
      <w:pPr>
        <w:rPr>
          <w:rFonts w:ascii="Arial" w:hAnsi="Arial" w:cs="Arial"/>
          <w:sz w:val="22"/>
          <w:szCs w:val="22"/>
        </w:rPr>
      </w:pPr>
      <w:r w:rsidRPr="006C6DB7">
        <w:rPr>
          <w:rFonts w:ascii="Arial" w:hAnsi="Arial" w:cs="Arial"/>
          <w:sz w:val="22"/>
          <w:szCs w:val="22"/>
        </w:rPr>
        <w:t>Principal</w:t>
      </w:r>
    </w:p>
    <w:p w14:paraId="7846DA79" w14:textId="77777777" w:rsidR="00EA675A" w:rsidRDefault="00EA675A" w:rsidP="001B58E2">
      <w:pPr>
        <w:rPr>
          <w:rFonts w:ascii="Arial" w:hAnsi="Arial" w:cs="Arial"/>
          <w:sz w:val="22"/>
          <w:szCs w:val="22"/>
        </w:rPr>
      </w:pPr>
    </w:p>
    <w:p w14:paraId="47EB3EC4" w14:textId="2D58AFB9" w:rsidR="00AD09C9" w:rsidRDefault="00AD09C9" w:rsidP="001B58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cc: </w:t>
      </w:r>
      <w:r>
        <w:rPr>
          <w:rFonts w:ascii="Arial" w:hAnsi="Arial" w:cs="Arial"/>
          <w:sz w:val="22"/>
          <w:szCs w:val="22"/>
        </w:rPr>
        <w:tab/>
      </w:r>
      <w:proofErr w:type="spellStart"/>
      <w:r w:rsidR="002D55F3">
        <w:rPr>
          <w:rFonts w:ascii="Arial" w:hAnsi="Arial" w:cs="Arial"/>
          <w:sz w:val="22"/>
          <w:szCs w:val="22"/>
        </w:rPr>
        <w:t>xxxx</w:t>
      </w:r>
      <w:proofErr w:type="spellEnd"/>
    </w:p>
    <w:p w14:paraId="6DB166CF" w14:textId="1F143E57" w:rsidR="00AD09C9" w:rsidRPr="006C6DB7" w:rsidRDefault="00AD09C9" w:rsidP="001B58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 w:rsidR="002D55F3">
        <w:rPr>
          <w:rFonts w:ascii="Arial" w:hAnsi="Arial" w:cs="Arial"/>
          <w:sz w:val="22"/>
          <w:szCs w:val="22"/>
        </w:rPr>
        <w:t>xxxxxx</w:t>
      </w:r>
      <w:proofErr w:type="spellEnd"/>
      <w:proofErr w:type="gramEnd"/>
    </w:p>
    <w:p w14:paraId="006B0DD6" w14:textId="43882BA9" w:rsidR="00A255A7" w:rsidRPr="00E3765B" w:rsidRDefault="00A255A7" w:rsidP="00E3765B">
      <w:pPr>
        <w:spacing w:after="200" w:line="276" w:lineRule="auto"/>
        <w:rPr>
          <w:rFonts w:ascii="Arial" w:hAnsi="Arial" w:cs="Arial"/>
          <w:b/>
          <w:caps/>
          <w:sz w:val="22"/>
          <w:szCs w:val="22"/>
          <w:lang w:eastAsia="zh-CN"/>
        </w:rPr>
      </w:pPr>
    </w:p>
    <w:sectPr w:rsidR="00A255A7" w:rsidRPr="00E3765B" w:rsidSect="005853C9">
      <w:headerReference w:type="even" r:id="rId8"/>
      <w:headerReference w:type="default" r:id="rId9"/>
      <w:headerReference w:type="first" r:id="rId10"/>
      <w:footerReference w:type="first" r:id="rId11"/>
      <w:pgSz w:w="12240" w:h="15840"/>
      <w:pgMar w:top="1440" w:right="1440" w:bottom="1304" w:left="1440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DA627" w14:textId="77777777" w:rsidR="00F728B7" w:rsidRDefault="00F728B7" w:rsidP="001C203B">
      <w:r>
        <w:separator/>
      </w:r>
    </w:p>
  </w:endnote>
  <w:endnote w:type="continuationSeparator" w:id="0">
    <w:p w14:paraId="267726BC" w14:textId="77777777" w:rsidR="00F728B7" w:rsidRDefault="00F728B7" w:rsidP="001C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wis721 Lt BT">
    <w:altName w:val="Avenir Black"/>
    <w:charset w:val="00"/>
    <w:family w:val="swiss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wis721 BT">
    <w:altName w:val="Andale Mono"/>
    <w:charset w:val="00"/>
    <w:family w:val="swiss"/>
    <w:pitch w:val="variable"/>
    <w:sig w:usb0="00000087" w:usb1="00000000" w:usb2="00000000" w:usb3="00000000" w:csb0="0000001B" w:csb1="00000000"/>
  </w:font>
  <w:font w:name="Swis721 Ex BT">
    <w:altName w:val="Arial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wis721 BT Roman">
    <w:altName w:val="Cambria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C34B8" w14:textId="73840517" w:rsidR="00F728B7" w:rsidRPr="004727E1" w:rsidRDefault="00F728B7" w:rsidP="00F25996">
    <w:pPr>
      <w:pStyle w:val="Heading1"/>
      <w:rPr>
        <w:rFonts w:ascii="Swis721 BT Roman" w:hAnsi="Swis721 BT Roman"/>
        <w:b w:val="0"/>
        <w:color w:val="0000FF"/>
        <w:sz w:val="16"/>
        <w:szCs w:val="16"/>
      </w:rPr>
    </w:pPr>
    <w:r w:rsidRPr="004727E1">
      <w:rPr>
        <w:rFonts w:ascii="Swis721 BT Roman" w:hAnsi="Swis721 BT Roman"/>
        <w:b w:val="0"/>
        <w:noProof/>
        <w:color w:val="0000FF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191B07" wp14:editId="2DFC64F0">
              <wp:simplePos x="0" y="0"/>
              <wp:positionH relativeFrom="column">
                <wp:posOffset>381000</wp:posOffset>
              </wp:positionH>
              <wp:positionV relativeFrom="paragraph">
                <wp:posOffset>73660</wp:posOffset>
              </wp:positionV>
              <wp:extent cx="4953000" cy="0"/>
              <wp:effectExtent l="0" t="0" r="25400" b="2540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3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5.8pt" to="420pt,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" strokecolor="#a5a5a5 [2092]" strokeweight="1pt"/>
          </w:pict>
        </mc:Fallback>
      </mc:AlternateContent>
    </w:r>
  </w:p>
  <w:p w14:paraId="3ADF4658" w14:textId="328355EC" w:rsidR="00F728B7" w:rsidRPr="00577D6A" w:rsidRDefault="00F728B7" w:rsidP="00F25996">
    <w:pPr>
      <w:pStyle w:val="Heading1"/>
      <w:spacing w:after="120"/>
      <w:jc w:val="center"/>
      <w:rPr>
        <w:rFonts w:ascii="Swis721 BT" w:hAnsi="Swis721 BT"/>
        <w:b w:val="0"/>
        <w:i/>
        <w:color w:val="1F497D" w:themeColor="text2"/>
        <w:sz w:val="16"/>
        <w:szCs w:val="16"/>
      </w:rPr>
    </w:pPr>
    <w:r>
      <w:rPr>
        <w:rFonts w:ascii="Swis721 BT" w:hAnsi="Swis721 BT"/>
        <w:color w:val="1F497D" w:themeColor="text2"/>
        <w:sz w:val="16"/>
        <w:szCs w:val="16"/>
      </w:rPr>
      <w:t>STRATEGY</w:t>
    </w:r>
    <w:r w:rsidRPr="00577D6A">
      <w:rPr>
        <w:rFonts w:ascii="Swis721 BT" w:hAnsi="Swis721 BT"/>
        <w:color w:val="1F497D" w:themeColor="text2"/>
        <w:sz w:val="16"/>
        <w:szCs w:val="16"/>
      </w:rPr>
      <w:t xml:space="preserve"> | DEVELOPMENT | PROJECT MANAGEMENT</w:t>
    </w:r>
    <w:r>
      <w:rPr>
        <w:rFonts w:ascii="Swis721 BT" w:hAnsi="Swis721 BT"/>
        <w:color w:val="1F497D" w:themeColor="text2"/>
        <w:sz w:val="16"/>
        <w:szCs w:val="16"/>
      </w:rPr>
      <w:t xml:space="preserve"> </w:t>
    </w:r>
    <w:r w:rsidRPr="00577D6A">
      <w:rPr>
        <w:rFonts w:ascii="Swis721 BT" w:hAnsi="Swis721 BT"/>
        <w:color w:val="1F497D" w:themeColor="text2"/>
        <w:sz w:val="16"/>
        <w:szCs w:val="16"/>
      </w:rPr>
      <w:t>|</w:t>
    </w:r>
    <w:r>
      <w:rPr>
        <w:rFonts w:ascii="Swis721 BT" w:hAnsi="Swis721 BT"/>
        <w:color w:val="1F497D" w:themeColor="text2"/>
        <w:sz w:val="16"/>
        <w:szCs w:val="16"/>
      </w:rPr>
      <w:t xml:space="preserve"> </w:t>
    </w:r>
  </w:p>
  <w:p w14:paraId="229A6D18" w14:textId="601D308E" w:rsidR="00F728B7" w:rsidRPr="00072D06" w:rsidRDefault="00F728B7" w:rsidP="00F25996">
    <w:pPr>
      <w:pStyle w:val="Heading2"/>
      <w:jc w:val="center"/>
      <w:rPr>
        <w:rFonts w:ascii="Swis721 BT" w:hAnsi="Swis721 BT"/>
        <w:sz w:val="16"/>
        <w:szCs w:val="16"/>
      </w:rPr>
    </w:pPr>
    <w:r>
      <w:rPr>
        <w:rFonts w:ascii="Swis721 BT" w:hAnsi="Swis721 BT"/>
        <w:sz w:val="16"/>
        <w:szCs w:val="16"/>
      </w:rPr>
      <w:t>90 Broadview Ave, Suite</w:t>
    </w:r>
    <w:r w:rsidRPr="00072D06">
      <w:rPr>
        <w:rFonts w:ascii="Swis721 BT" w:hAnsi="Swis721 BT"/>
        <w:sz w:val="16"/>
        <w:szCs w:val="16"/>
      </w:rPr>
      <w:t xml:space="preserve">, </w:t>
    </w:r>
    <w:r>
      <w:rPr>
        <w:rFonts w:ascii="Swis721 BT" w:hAnsi="Swis721 BT"/>
        <w:sz w:val="16"/>
        <w:szCs w:val="16"/>
      </w:rPr>
      <w:t>827, Toronto, Ontario M4M 0A7</w:t>
    </w:r>
  </w:p>
  <w:p w14:paraId="60AC4B09" w14:textId="3338C6BF" w:rsidR="00F728B7" w:rsidRPr="00072D06" w:rsidRDefault="00F728B7" w:rsidP="00F25996">
    <w:pPr>
      <w:pStyle w:val="Heading5"/>
      <w:rPr>
        <w:rFonts w:ascii="Swis721 BT" w:hAnsi="Swis721 BT"/>
        <w:sz w:val="16"/>
        <w:szCs w:val="16"/>
        <w:lang w:val="fr-FR"/>
      </w:rPr>
    </w:pPr>
    <w:r>
      <w:rPr>
        <w:rFonts w:ascii="Swis721 BT" w:hAnsi="Swis721 BT"/>
        <w:sz w:val="16"/>
        <w:szCs w:val="16"/>
        <w:lang w:val="fr-FR"/>
      </w:rPr>
      <w:t xml:space="preserve">(416) 727-7785 </w:t>
    </w:r>
  </w:p>
  <w:p w14:paraId="4CC77DA6" w14:textId="5942D679" w:rsidR="00F728B7" w:rsidRPr="00072D06" w:rsidRDefault="00F728B7" w:rsidP="00F25996">
    <w:pPr>
      <w:jc w:val="center"/>
      <w:rPr>
        <w:rFonts w:ascii="Swis721 BT" w:hAnsi="Swis721 BT"/>
        <w:b/>
        <w:color w:val="1F497D" w:themeColor="text2"/>
      </w:rPr>
    </w:pPr>
    <w:r>
      <w:rPr>
        <w:rFonts w:ascii="Swis721 BT" w:hAnsi="Swis721 BT"/>
        <w:b/>
        <w:bCs/>
        <w:color w:val="1F497D" w:themeColor="text2"/>
        <w:sz w:val="16"/>
        <w:szCs w:val="16"/>
        <w:lang w:val="fr-FR"/>
      </w:rPr>
      <w:t>dbaffa.cls@gmail.com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BD390" w14:textId="77777777" w:rsidR="00F728B7" w:rsidRDefault="00F728B7" w:rsidP="001C203B">
      <w:r>
        <w:separator/>
      </w:r>
    </w:p>
  </w:footnote>
  <w:footnote w:type="continuationSeparator" w:id="0">
    <w:p w14:paraId="4CD12CAB" w14:textId="77777777" w:rsidR="00F728B7" w:rsidRDefault="00F728B7" w:rsidP="001C20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9C294" w14:textId="77777777" w:rsidR="00F728B7" w:rsidRDefault="00F728B7" w:rsidP="00A13F3C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8A93E4" w14:textId="77777777" w:rsidR="00F728B7" w:rsidRDefault="00F728B7" w:rsidP="00A81F1C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5ABE5" w14:textId="77777777" w:rsidR="00F728B7" w:rsidRPr="00D0261F" w:rsidRDefault="00F728B7" w:rsidP="00A81F1C">
    <w:pPr>
      <w:framePr w:w="121" w:wrap="none" w:vAnchor="text" w:hAnchor="page" w:x="10671" w:y="7"/>
      <w:spacing w:line="360" w:lineRule="auto"/>
      <w:ind w:right="360"/>
      <w:jc w:val="right"/>
      <w:rPr>
        <w:rFonts w:ascii="Swis721 BT" w:hAnsi="Swis721 BT"/>
        <w:b/>
        <w:bCs/>
        <w:color w:val="A6A6A6" w:themeColor="background1" w:themeShade="A6"/>
      </w:rPr>
    </w:pPr>
    <w:r w:rsidRPr="00D0261F">
      <w:rPr>
        <w:rFonts w:ascii="Swis721 BT" w:hAnsi="Swis721 BT"/>
        <w:b/>
        <w:bCs/>
        <w:color w:val="A6A6A6" w:themeColor="background1" w:themeShade="A6"/>
      </w:rPr>
      <w:fldChar w:fldCharType="begin"/>
    </w:r>
    <w:r w:rsidRPr="00D0261F">
      <w:rPr>
        <w:rFonts w:ascii="Swis721 BT" w:hAnsi="Swis721 BT"/>
        <w:b/>
        <w:bCs/>
        <w:color w:val="A6A6A6" w:themeColor="background1" w:themeShade="A6"/>
      </w:rPr>
      <w:instrText xml:space="preserve">PAGE  </w:instrText>
    </w:r>
    <w:r w:rsidRPr="00D0261F">
      <w:rPr>
        <w:rFonts w:ascii="Swis721 BT" w:hAnsi="Swis721 BT"/>
        <w:b/>
        <w:bCs/>
        <w:color w:val="A6A6A6" w:themeColor="background1" w:themeShade="A6"/>
      </w:rPr>
      <w:fldChar w:fldCharType="separate"/>
    </w:r>
    <w:r>
      <w:rPr>
        <w:rFonts w:ascii="Swis721 BT" w:hAnsi="Swis721 BT"/>
        <w:b/>
        <w:bCs/>
        <w:noProof/>
        <w:color w:val="A6A6A6" w:themeColor="background1" w:themeShade="A6"/>
      </w:rPr>
      <w:t>2</w:t>
    </w:r>
    <w:r w:rsidRPr="00D0261F">
      <w:rPr>
        <w:rFonts w:ascii="Swis721 BT" w:hAnsi="Swis721 BT"/>
        <w:b/>
        <w:bCs/>
        <w:color w:val="A6A6A6" w:themeColor="background1" w:themeShade="A6"/>
      </w:rPr>
      <w:fldChar w:fldCharType="end"/>
    </w:r>
  </w:p>
  <w:p w14:paraId="19A04D1B" w14:textId="036B52D4" w:rsidR="00F728B7" w:rsidRPr="00D0261F" w:rsidRDefault="00F728B7" w:rsidP="00A81F1C">
    <w:pPr>
      <w:spacing w:line="360" w:lineRule="auto"/>
      <w:ind w:right="360"/>
      <w:rPr>
        <w:rFonts w:ascii="Swis721 BT" w:hAnsi="Swis721 BT"/>
        <w:b/>
        <w:bCs/>
        <w:color w:val="A6A6A6" w:themeColor="background1" w:themeShade="A6"/>
      </w:rPr>
    </w:pPr>
    <w:r>
      <w:rPr>
        <w:rFonts w:ascii="Swis721 BT" w:hAnsi="Swis721 BT"/>
        <w:b/>
        <w:bCs/>
        <w:color w:val="A6A6A6" w:themeColor="background1" w:themeShade="A6"/>
      </w:rPr>
      <w:t>2772615 Ontario Inc.              COMMERCIAL LAND STRATEGIES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AAA6F" w14:textId="77777777" w:rsidR="00F728B7" w:rsidRDefault="00F728B7" w:rsidP="002E782C">
    <w:pPr>
      <w:jc w:val="center"/>
      <w:rPr>
        <w:rFonts w:ascii="Swis721 Ex BT" w:hAnsi="Swis721 Ex BT"/>
        <w:b/>
      </w:rPr>
    </w:pPr>
  </w:p>
  <w:p w14:paraId="7A49510B" w14:textId="77777777" w:rsidR="00F728B7" w:rsidRDefault="00F728B7" w:rsidP="002E782C">
    <w:pPr>
      <w:jc w:val="center"/>
      <w:rPr>
        <w:rFonts w:ascii="Swis721 Ex BT" w:hAnsi="Swis721 Ex BT"/>
        <w:b/>
      </w:rPr>
    </w:pPr>
  </w:p>
  <w:p w14:paraId="69B70256" w14:textId="77777777" w:rsidR="00F728B7" w:rsidRDefault="00F728B7" w:rsidP="002E782C">
    <w:pPr>
      <w:jc w:val="center"/>
      <w:rPr>
        <w:rFonts w:ascii="Swis721 Ex BT" w:hAnsi="Swis721 Ex BT"/>
        <w:b/>
      </w:rPr>
    </w:pPr>
  </w:p>
  <w:p w14:paraId="65F8E13D" w14:textId="7FDE37C9" w:rsidR="00F728B7" w:rsidRPr="00AC77DC" w:rsidRDefault="00F728B7" w:rsidP="002E782C">
    <w:pPr>
      <w:jc w:val="center"/>
      <w:rPr>
        <w:rFonts w:ascii="Arial Unicode MS" w:eastAsia="Arial Unicode MS" w:hAnsi="Arial Unicode MS" w:cs="Arial Unicode MS"/>
        <w:b/>
        <w:smallCaps/>
        <w:color w:val="1F497D" w:themeColor="text2"/>
        <w:sz w:val="32"/>
        <w:szCs w:val="32"/>
      </w:rPr>
    </w:pPr>
    <w:r w:rsidRPr="00243E1D">
      <w:rPr>
        <w:rFonts w:ascii="Arial Unicode MS" w:eastAsia="Arial Unicode MS" w:hAnsi="Arial Unicode MS" w:cs="Arial Unicode MS"/>
        <w:b/>
        <w:smallCaps/>
        <w:color w:val="1F497D" w:themeColor="text2"/>
        <w:sz w:val="40"/>
        <w:szCs w:val="40"/>
      </w:rPr>
      <w:t>Commercial Land Strategies</w:t>
    </w:r>
  </w:p>
  <w:p w14:paraId="17E5D9F3" w14:textId="52918AF7" w:rsidR="00F728B7" w:rsidRPr="00655D1B" w:rsidRDefault="00F728B7" w:rsidP="002E782C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CFB4D" wp14:editId="20E1B1C5">
              <wp:simplePos x="0" y="0"/>
              <wp:positionH relativeFrom="column">
                <wp:posOffset>0</wp:posOffset>
              </wp:positionH>
              <wp:positionV relativeFrom="paragraph">
                <wp:posOffset>82550</wp:posOffset>
              </wp:positionV>
              <wp:extent cx="6858000" cy="0"/>
              <wp:effectExtent l="50800" t="25400" r="76200" b="1016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5pt" to="540pt,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" strokecolor="#4f81bd [3204]" strokeweight="2pt">
              <v:shadow on="t" opacity="24903f" mv:blur="40000f" origin=",.5" offset="0,20000emu"/>
            </v:line>
          </w:pict>
        </mc:Fallback>
      </mc:AlternateContent>
    </w:r>
  </w:p>
  <w:p w14:paraId="65EEF542" w14:textId="77777777" w:rsidR="00F728B7" w:rsidRDefault="00F728B7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F53"/>
    <w:multiLevelType w:val="hybridMultilevel"/>
    <w:tmpl w:val="CB564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6278C"/>
    <w:multiLevelType w:val="hybridMultilevel"/>
    <w:tmpl w:val="AD9011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94FAF"/>
    <w:multiLevelType w:val="hybridMultilevel"/>
    <w:tmpl w:val="51628C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023BA"/>
    <w:multiLevelType w:val="hybridMultilevel"/>
    <w:tmpl w:val="9BC2F814"/>
    <w:lvl w:ilvl="0" w:tplc="02C460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F74781"/>
    <w:multiLevelType w:val="hybridMultilevel"/>
    <w:tmpl w:val="7D70CE9C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F4BCA"/>
    <w:multiLevelType w:val="hybridMultilevel"/>
    <w:tmpl w:val="72BC16E2"/>
    <w:lvl w:ilvl="0" w:tplc="02C460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273B4"/>
    <w:multiLevelType w:val="hybridMultilevel"/>
    <w:tmpl w:val="3E1630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09349F"/>
    <w:multiLevelType w:val="hybridMultilevel"/>
    <w:tmpl w:val="D4A43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A35E0"/>
    <w:multiLevelType w:val="hybridMultilevel"/>
    <w:tmpl w:val="3E16304A"/>
    <w:lvl w:ilvl="0" w:tplc="0409000B">
      <w:numFmt w:val="decimal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D95045"/>
    <w:multiLevelType w:val="hybridMultilevel"/>
    <w:tmpl w:val="578C192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212C6"/>
    <w:multiLevelType w:val="hybridMultilevel"/>
    <w:tmpl w:val="BFA0EC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4F5D0C"/>
    <w:multiLevelType w:val="hybridMultilevel"/>
    <w:tmpl w:val="3E16304A"/>
    <w:lvl w:ilvl="0" w:tplc="0409000B">
      <w:numFmt w:val="decimal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2F6323"/>
    <w:multiLevelType w:val="hybridMultilevel"/>
    <w:tmpl w:val="024EEA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D15EFC"/>
    <w:multiLevelType w:val="hybridMultilevel"/>
    <w:tmpl w:val="3E16304A"/>
    <w:lvl w:ilvl="0" w:tplc="0409000B">
      <w:numFmt w:val="decimal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D90338"/>
    <w:multiLevelType w:val="hybridMultilevel"/>
    <w:tmpl w:val="2E92EB30"/>
    <w:lvl w:ilvl="0" w:tplc="517EAFC2">
      <w:start w:val="51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color w:val="19497D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C52CE3"/>
    <w:multiLevelType w:val="hybridMultilevel"/>
    <w:tmpl w:val="65ACF4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1B3642"/>
    <w:multiLevelType w:val="hybridMultilevel"/>
    <w:tmpl w:val="AA9480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53E8"/>
    <w:multiLevelType w:val="hybridMultilevel"/>
    <w:tmpl w:val="3E16304A"/>
    <w:lvl w:ilvl="0" w:tplc="0409000B">
      <w:numFmt w:val="decimal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48258E"/>
    <w:multiLevelType w:val="hybridMultilevel"/>
    <w:tmpl w:val="07AC9FC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2A6E70"/>
    <w:multiLevelType w:val="hybridMultilevel"/>
    <w:tmpl w:val="213680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A131C"/>
    <w:multiLevelType w:val="hybridMultilevel"/>
    <w:tmpl w:val="F58CA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EE21D8"/>
    <w:multiLevelType w:val="multilevel"/>
    <w:tmpl w:val="3BCA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6CD2F5A"/>
    <w:multiLevelType w:val="hybridMultilevel"/>
    <w:tmpl w:val="7AC6733C"/>
    <w:lvl w:ilvl="0" w:tplc="02C460C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9E05767"/>
    <w:multiLevelType w:val="hybridMultilevel"/>
    <w:tmpl w:val="96E8A6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BF13D5"/>
    <w:multiLevelType w:val="hybridMultilevel"/>
    <w:tmpl w:val="1D4EB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45713"/>
    <w:multiLevelType w:val="hybridMultilevel"/>
    <w:tmpl w:val="87B242E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2"/>
  </w:num>
  <w:num w:numId="4">
    <w:abstractNumId w:val="15"/>
  </w:num>
  <w:num w:numId="5">
    <w:abstractNumId w:val="20"/>
  </w:num>
  <w:num w:numId="6">
    <w:abstractNumId w:val="10"/>
  </w:num>
  <w:num w:numId="7">
    <w:abstractNumId w:val="1"/>
  </w:num>
  <w:num w:numId="8">
    <w:abstractNumId w:val="0"/>
  </w:num>
  <w:num w:numId="9">
    <w:abstractNumId w:val="19"/>
  </w:num>
  <w:num w:numId="10">
    <w:abstractNumId w:val="25"/>
  </w:num>
  <w:num w:numId="11">
    <w:abstractNumId w:val="18"/>
  </w:num>
  <w:num w:numId="12">
    <w:abstractNumId w:val="14"/>
  </w:num>
  <w:num w:numId="13">
    <w:abstractNumId w:val="17"/>
  </w:num>
  <w:num w:numId="14">
    <w:abstractNumId w:val="4"/>
  </w:num>
  <w:num w:numId="15">
    <w:abstractNumId w:val="5"/>
  </w:num>
  <w:num w:numId="16">
    <w:abstractNumId w:val="3"/>
  </w:num>
  <w:num w:numId="17">
    <w:abstractNumId w:val="22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8"/>
  </w:num>
  <w:num w:numId="21">
    <w:abstractNumId w:val="11"/>
  </w:num>
  <w:num w:numId="22">
    <w:abstractNumId w:val="23"/>
  </w:num>
  <w:num w:numId="23">
    <w:abstractNumId w:val="13"/>
  </w:num>
  <w:num w:numId="24">
    <w:abstractNumId w:val="9"/>
  </w:num>
  <w:num w:numId="25">
    <w:abstractNumId w:val="24"/>
  </w:num>
  <w:num w:numId="26">
    <w:abstractNumId w:val="2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5A"/>
    <w:rsid w:val="0000016F"/>
    <w:rsid w:val="00005021"/>
    <w:rsid w:val="00011327"/>
    <w:rsid w:val="00017972"/>
    <w:rsid w:val="00020D10"/>
    <w:rsid w:val="000235EB"/>
    <w:rsid w:val="00023E02"/>
    <w:rsid w:val="00024D41"/>
    <w:rsid w:val="00026F9F"/>
    <w:rsid w:val="00027337"/>
    <w:rsid w:val="00032A7C"/>
    <w:rsid w:val="00037B72"/>
    <w:rsid w:val="00040747"/>
    <w:rsid w:val="00043431"/>
    <w:rsid w:val="00044B4F"/>
    <w:rsid w:val="000637BE"/>
    <w:rsid w:val="00064BDA"/>
    <w:rsid w:val="00064E5A"/>
    <w:rsid w:val="00072D06"/>
    <w:rsid w:val="00072D1A"/>
    <w:rsid w:val="00076611"/>
    <w:rsid w:val="00084E1A"/>
    <w:rsid w:val="00094A26"/>
    <w:rsid w:val="000A7B17"/>
    <w:rsid w:val="000B0348"/>
    <w:rsid w:val="000B1253"/>
    <w:rsid w:val="000B1E5A"/>
    <w:rsid w:val="000B7F9C"/>
    <w:rsid w:val="000D0457"/>
    <w:rsid w:val="000E6C34"/>
    <w:rsid w:val="00100DE6"/>
    <w:rsid w:val="001033F9"/>
    <w:rsid w:val="00123178"/>
    <w:rsid w:val="00124C17"/>
    <w:rsid w:val="00125DF8"/>
    <w:rsid w:val="00126FEC"/>
    <w:rsid w:val="00130797"/>
    <w:rsid w:val="0014645F"/>
    <w:rsid w:val="00154021"/>
    <w:rsid w:val="00155935"/>
    <w:rsid w:val="00156DF8"/>
    <w:rsid w:val="0016042B"/>
    <w:rsid w:val="00166A8C"/>
    <w:rsid w:val="001743F6"/>
    <w:rsid w:val="00176BE9"/>
    <w:rsid w:val="00181EDA"/>
    <w:rsid w:val="001824B8"/>
    <w:rsid w:val="00196478"/>
    <w:rsid w:val="00196D9F"/>
    <w:rsid w:val="001A21B8"/>
    <w:rsid w:val="001B36C5"/>
    <w:rsid w:val="001B58E2"/>
    <w:rsid w:val="001C15FC"/>
    <w:rsid w:val="001C203B"/>
    <w:rsid w:val="001D3A8B"/>
    <w:rsid w:val="00203078"/>
    <w:rsid w:val="00207288"/>
    <w:rsid w:val="002156BA"/>
    <w:rsid w:val="00217F2F"/>
    <w:rsid w:val="00243E1D"/>
    <w:rsid w:val="00245A62"/>
    <w:rsid w:val="00253A1E"/>
    <w:rsid w:val="00262AE3"/>
    <w:rsid w:val="00266446"/>
    <w:rsid w:val="00267DDA"/>
    <w:rsid w:val="00276005"/>
    <w:rsid w:val="00291219"/>
    <w:rsid w:val="002B6AE8"/>
    <w:rsid w:val="002C2FC5"/>
    <w:rsid w:val="002C3641"/>
    <w:rsid w:val="002C55A7"/>
    <w:rsid w:val="002D55F3"/>
    <w:rsid w:val="002E2361"/>
    <w:rsid w:val="002E4BD8"/>
    <w:rsid w:val="002E6027"/>
    <w:rsid w:val="002E782C"/>
    <w:rsid w:val="002F4193"/>
    <w:rsid w:val="00302F70"/>
    <w:rsid w:val="0030636B"/>
    <w:rsid w:val="00314C8A"/>
    <w:rsid w:val="00317C84"/>
    <w:rsid w:val="00327679"/>
    <w:rsid w:val="0033296F"/>
    <w:rsid w:val="00347238"/>
    <w:rsid w:val="003505FD"/>
    <w:rsid w:val="003519E0"/>
    <w:rsid w:val="00353ECA"/>
    <w:rsid w:val="00356B41"/>
    <w:rsid w:val="00357F13"/>
    <w:rsid w:val="00377235"/>
    <w:rsid w:val="00377A80"/>
    <w:rsid w:val="003957E2"/>
    <w:rsid w:val="003A542C"/>
    <w:rsid w:val="003B1F40"/>
    <w:rsid w:val="003B3CE6"/>
    <w:rsid w:val="003C2E06"/>
    <w:rsid w:val="003C334E"/>
    <w:rsid w:val="003C5114"/>
    <w:rsid w:val="003D0167"/>
    <w:rsid w:val="003D11DF"/>
    <w:rsid w:val="003E53D0"/>
    <w:rsid w:val="003E566F"/>
    <w:rsid w:val="003F0559"/>
    <w:rsid w:val="003F688A"/>
    <w:rsid w:val="00400FD9"/>
    <w:rsid w:val="004068D5"/>
    <w:rsid w:val="00411C9C"/>
    <w:rsid w:val="00415B89"/>
    <w:rsid w:val="004177B3"/>
    <w:rsid w:val="004211F5"/>
    <w:rsid w:val="0042721E"/>
    <w:rsid w:val="004379E2"/>
    <w:rsid w:val="0044464E"/>
    <w:rsid w:val="0045416E"/>
    <w:rsid w:val="00467274"/>
    <w:rsid w:val="00471DE7"/>
    <w:rsid w:val="004727E1"/>
    <w:rsid w:val="00484753"/>
    <w:rsid w:val="004A7192"/>
    <w:rsid w:val="004B1A92"/>
    <w:rsid w:val="004C5E85"/>
    <w:rsid w:val="004C6F66"/>
    <w:rsid w:val="004D21DB"/>
    <w:rsid w:val="004D46E8"/>
    <w:rsid w:val="004D6B71"/>
    <w:rsid w:val="004E19E0"/>
    <w:rsid w:val="004E34AD"/>
    <w:rsid w:val="004E5696"/>
    <w:rsid w:val="004F2793"/>
    <w:rsid w:val="00502D46"/>
    <w:rsid w:val="00514F21"/>
    <w:rsid w:val="005156AC"/>
    <w:rsid w:val="00521C7F"/>
    <w:rsid w:val="00533B50"/>
    <w:rsid w:val="0053453A"/>
    <w:rsid w:val="00542389"/>
    <w:rsid w:val="005470D6"/>
    <w:rsid w:val="00554CA1"/>
    <w:rsid w:val="00555E69"/>
    <w:rsid w:val="0055607F"/>
    <w:rsid w:val="005627A9"/>
    <w:rsid w:val="0056361C"/>
    <w:rsid w:val="005853C9"/>
    <w:rsid w:val="00593204"/>
    <w:rsid w:val="00596187"/>
    <w:rsid w:val="005B3FEE"/>
    <w:rsid w:val="005D38D5"/>
    <w:rsid w:val="005D7210"/>
    <w:rsid w:val="005E138F"/>
    <w:rsid w:val="005F1F75"/>
    <w:rsid w:val="005F6344"/>
    <w:rsid w:val="00601E4E"/>
    <w:rsid w:val="0060759A"/>
    <w:rsid w:val="00614B96"/>
    <w:rsid w:val="0061561C"/>
    <w:rsid w:val="006218CA"/>
    <w:rsid w:val="00622557"/>
    <w:rsid w:val="00624F98"/>
    <w:rsid w:val="00632A6C"/>
    <w:rsid w:val="00632EBF"/>
    <w:rsid w:val="00635948"/>
    <w:rsid w:val="00655D1B"/>
    <w:rsid w:val="006652D9"/>
    <w:rsid w:val="00670042"/>
    <w:rsid w:val="006815DD"/>
    <w:rsid w:val="0068390D"/>
    <w:rsid w:val="00694543"/>
    <w:rsid w:val="006A4484"/>
    <w:rsid w:val="006A7AEE"/>
    <w:rsid w:val="006B49F4"/>
    <w:rsid w:val="006B6922"/>
    <w:rsid w:val="006C5FA2"/>
    <w:rsid w:val="006C6DB7"/>
    <w:rsid w:val="006D2751"/>
    <w:rsid w:val="006D5474"/>
    <w:rsid w:val="006E048A"/>
    <w:rsid w:val="00702D84"/>
    <w:rsid w:val="007126A3"/>
    <w:rsid w:val="007255C4"/>
    <w:rsid w:val="00737EEF"/>
    <w:rsid w:val="00742A5C"/>
    <w:rsid w:val="00751ABF"/>
    <w:rsid w:val="00760412"/>
    <w:rsid w:val="00763488"/>
    <w:rsid w:val="00770777"/>
    <w:rsid w:val="00773B94"/>
    <w:rsid w:val="007806EE"/>
    <w:rsid w:val="00781B16"/>
    <w:rsid w:val="00785F80"/>
    <w:rsid w:val="00787F02"/>
    <w:rsid w:val="00794557"/>
    <w:rsid w:val="0079677C"/>
    <w:rsid w:val="007978DE"/>
    <w:rsid w:val="007A103C"/>
    <w:rsid w:val="007C393C"/>
    <w:rsid w:val="007C3C0D"/>
    <w:rsid w:val="007D007D"/>
    <w:rsid w:val="007D24C9"/>
    <w:rsid w:val="007D4E97"/>
    <w:rsid w:val="007F6D51"/>
    <w:rsid w:val="007F75D3"/>
    <w:rsid w:val="008158CC"/>
    <w:rsid w:val="00821B45"/>
    <w:rsid w:val="008325AC"/>
    <w:rsid w:val="00843010"/>
    <w:rsid w:val="00852A25"/>
    <w:rsid w:val="00862DAA"/>
    <w:rsid w:val="00863852"/>
    <w:rsid w:val="00867B1F"/>
    <w:rsid w:val="008745D4"/>
    <w:rsid w:val="00883837"/>
    <w:rsid w:val="00883FF7"/>
    <w:rsid w:val="00886139"/>
    <w:rsid w:val="0088676F"/>
    <w:rsid w:val="008953D6"/>
    <w:rsid w:val="00896983"/>
    <w:rsid w:val="008A2671"/>
    <w:rsid w:val="008A4D72"/>
    <w:rsid w:val="008B1CFC"/>
    <w:rsid w:val="008D5FD1"/>
    <w:rsid w:val="00922B6A"/>
    <w:rsid w:val="00927319"/>
    <w:rsid w:val="00941275"/>
    <w:rsid w:val="00957A5E"/>
    <w:rsid w:val="00962AF7"/>
    <w:rsid w:val="00975713"/>
    <w:rsid w:val="009839B1"/>
    <w:rsid w:val="009865D7"/>
    <w:rsid w:val="00987FE1"/>
    <w:rsid w:val="00991446"/>
    <w:rsid w:val="009A5E34"/>
    <w:rsid w:val="009B0973"/>
    <w:rsid w:val="009B0A0A"/>
    <w:rsid w:val="009B14B5"/>
    <w:rsid w:val="009B4AA7"/>
    <w:rsid w:val="009B4F94"/>
    <w:rsid w:val="009C39DA"/>
    <w:rsid w:val="009D0206"/>
    <w:rsid w:val="009D05C2"/>
    <w:rsid w:val="009D0A91"/>
    <w:rsid w:val="009D3C78"/>
    <w:rsid w:val="009D7C19"/>
    <w:rsid w:val="009E146D"/>
    <w:rsid w:val="009E5EFA"/>
    <w:rsid w:val="009E6112"/>
    <w:rsid w:val="009E7A3D"/>
    <w:rsid w:val="00A02E05"/>
    <w:rsid w:val="00A107F4"/>
    <w:rsid w:val="00A13F3C"/>
    <w:rsid w:val="00A17B1B"/>
    <w:rsid w:val="00A20B76"/>
    <w:rsid w:val="00A255A7"/>
    <w:rsid w:val="00A405AC"/>
    <w:rsid w:val="00A6016F"/>
    <w:rsid w:val="00A64AAC"/>
    <w:rsid w:val="00A64F48"/>
    <w:rsid w:val="00A75248"/>
    <w:rsid w:val="00A768AD"/>
    <w:rsid w:val="00A81F1C"/>
    <w:rsid w:val="00A905A5"/>
    <w:rsid w:val="00A93379"/>
    <w:rsid w:val="00AA2CD3"/>
    <w:rsid w:val="00AA3586"/>
    <w:rsid w:val="00AA7944"/>
    <w:rsid w:val="00AB75AD"/>
    <w:rsid w:val="00AC77DC"/>
    <w:rsid w:val="00AD09C9"/>
    <w:rsid w:val="00AE2956"/>
    <w:rsid w:val="00AF2F58"/>
    <w:rsid w:val="00AF58FE"/>
    <w:rsid w:val="00B028C3"/>
    <w:rsid w:val="00B02D0B"/>
    <w:rsid w:val="00B0547C"/>
    <w:rsid w:val="00B108A8"/>
    <w:rsid w:val="00B10DEA"/>
    <w:rsid w:val="00B14849"/>
    <w:rsid w:val="00B16F84"/>
    <w:rsid w:val="00B22A98"/>
    <w:rsid w:val="00B26471"/>
    <w:rsid w:val="00B27131"/>
    <w:rsid w:val="00B3702F"/>
    <w:rsid w:val="00B44DA1"/>
    <w:rsid w:val="00B47305"/>
    <w:rsid w:val="00B5127F"/>
    <w:rsid w:val="00B51629"/>
    <w:rsid w:val="00B662FA"/>
    <w:rsid w:val="00B7573A"/>
    <w:rsid w:val="00B83DE1"/>
    <w:rsid w:val="00B90138"/>
    <w:rsid w:val="00B94DCE"/>
    <w:rsid w:val="00BB0764"/>
    <w:rsid w:val="00BB5019"/>
    <w:rsid w:val="00BB6BE0"/>
    <w:rsid w:val="00BB7F0C"/>
    <w:rsid w:val="00BC164D"/>
    <w:rsid w:val="00BC1C38"/>
    <w:rsid w:val="00BF0D09"/>
    <w:rsid w:val="00BF42C8"/>
    <w:rsid w:val="00C0292B"/>
    <w:rsid w:val="00C233EC"/>
    <w:rsid w:val="00C244F7"/>
    <w:rsid w:val="00C2657C"/>
    <w:rsid w:val="00C32D2E"/>
    <w:rsid w:val="00C35217"/>
    <w:rsid w:val="00C41A0C"/>
    <w:rsid w:val="00C4403B"/>
    <w:rsid w:val="00C54B61"/>
    <w:rsid w:val="00C54EE6"/>
    <w:rsid w:val="00C61093"/>
    <w:rsid w:val="00C702D9"/>
    <w:rsid w:val="00C75DB4"/>
    <w:rsid w:val="00C85D3A"/>
    <w:rsid w:val="00C909BA"/>
    <w:rsid w:val="00C91931"/>
    <w:rsid w:val="00C92008"/>
    <w:rsid w:val="00CA1CC6"/>
    <w:rsid w:val="00CA34C7"/>
    <w:rsid w:val="00CA5883"/>
    <w:rsid w:val="00CB53A2"/>
    <w:rsid w:val="00CD2554"/>
    <w:rsid w:val="00CD530F"/>
    <w:rsid w:val="00CD53A2"/>
    <w:rsid w:val="00CD62C0"/>
    <w:rsid w:val="00CD6962"/>
    <w:rsid w:val="00CE6D8E"/>
    <w:rsid w:val="00CF5BAB"/>
    <w:rsid w:val="00D0261F"/>
    <w:rsid w:val="00D02A7C"/>
    <w:rsid w:val="00D04093"/>
    <w:rsid w:val="00D0575D"/>
    <w:rsid w:val="00D111E7"/>
    <w:rsid w:val="00D11ECD"/>
    <w:rsid w:val="00D138AD"/>
    <w:rsid w:val="00D2295A"/>
    <w:rsid w:val="00D339E9"/>
    <w:rsid w:val="00D50EBD"/>
    <w:rsid w:val="00D6149D"/>
    <w:rsid w:val="00D7196D"/>
    <w:rsid w:val="00D75848"/>
    <w:rsid w:val="00D94130"/>
    <w:rsid w:val="00D97F6E"/>
    <w:rsid w:val="00DA0866"/>
    <w:rsid w:val="00DA6904"/>
    <w:rsid w:val="00DB4246"/>
    <w:rsid w:val="00DC1933"/>
    <w:rsid w:val="00DC1AC6"/>
    <w:rsid w:val="00DC26E0"/>
    <w:rsid w:val="00DD3C70"/>
    <w:rsid w:val="00DD5F31"/>
    <w:rsid w:val="00DD7E6C"/>
    <w:rsid w:val="00E1205E"/>
    <w:rsid w:val="00E260FF"/>
    <w:rsid w:val="00E30536"/>
    <w:rsid w:val="00E30592"/>
    <w:rsid w:val="00E31618"/>
    <w:rsid w:val="00E3765B"/>
    <w:rsid w:val="00E40146"/>
    <w:rsid w:val="00E554A3"/>
    <w:rsid w:val="00E5660C"/>
    <w:rsid w:val="00E627AC"/>
    <w:rsid w:val="00E63F32"/>
    <w:rsid w:val="00E64F20"/>
    <w:rsid w:val="00E73100"/>
    <w:rsid w:val="00E8096C"/>
    <w:rsid w:val="00E82028"/>
    <w:rsid w:val="00E85939"/>
    <w:rsid w:val="00EA0B46"/>
    <w:rsid w:val="00EA1609"/>
    <w:rsid w:val="00EA5840"/>
    <w:rsid w:val="00EA66F7"/>
    <w:rsid w:val="00EA675A"/>
    <w:rsid w:val="00EA7C3A"/>
    <w:rsid w:val="00EB0C19"/>
    <w:rsid w:val="00EB505E"/>
    <w:rsid w:val="00EC4F13"/>
    <w:rsid w:val="00EC771E"/>
    <w:rsid w:val="00F129B2"/>
    <w:rsid w:val="00F15D6C"/>
    <w:rsid w:val="00F16557"/>
    <w:rsid w:val="00F25996"/>
    <w:rsid w:val="00F31291"/>
    <w:rsid w:val="00F341C7"/>
    <w:rsid w:val="00F365B8"/>
    <w:rsid w:val="00F53D63"/>
    <w:rsid w:val="00F568BE"/>
    <w:rsid w:val="00F61A2E"/>
    <w:rsid w:val="00F6293D"/>
    <w:rsid w:val="00F70FC4"/>
    <w:rsid w:val="00F728B7"/>
    <w:rsid w:val="00F736D8"/>
    <w:rsid w:val="00F74D49"/>
    <w:rsid w:val="00F81667"/>
    <w:rsid w:val="00F9156C"/>
    <w:rsid w:val="00F94467"/>
    <w:rsid w:val="00F94B9C"/>
    <w:rsid w:val="00FA2D16"/>
    <w:rsid w:val="00FA52D1"/>
    <w:rsid w:val="00FD0BF3"/>
    <w:rsid w:val="00FD5CF9"/>
    <w:rsid w:val="00FD7062"/>
    <w:rsid w:val="00FE0B4B"/>
    <w:rsid w:val="00FE0D59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E6B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9"/>
    <w:lsdException w:name="heading 4" w:uiPriority="9" w:qFormat="1"/>
    <w:lsdException w:name="heading 5" w:uiPriority="0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75A"/>
    <w:pPr>
      <w:spacing w:after="0" w:line="240" w:lineRule="auto"/>
    </w:pPr>
    <w:rPr>
      <w:rFonts w:ascii="Swis721 Lt BT" w:eastAsia="Times New Roman" w:hAnsi="Swis721 Lt BT" w:cs="Times New Roman"/>
      <w:spacing w:val="6"/>
      <w:sz w:val="20"/>
      <w:szCs w:val="24"/>
      <w:lang w:val="en-CA"/>
    </w:rPr>
  </w:style>
  <w:style w:type="paragraph" w:styleId="Heading1">
    <w:name w:val="heading 1"/>
    <w:basedOn w:val="Normal"/>
    <w:next w:val="Normal"/>
    <w:link w:val="Heading1Char"/>
    <w:qFormat/>
    <w:rsid w:val="00B14849"/>
    <w:pPr>
      <w:keepNext/>
      <w:ind w:left="2160" w:hanging="2160"/>
      <w:outlineLvl w:val="0"/>
    </w:pPr>
    <w:rPr>
      <w:b/>
      <w:caps/>
      <w:szCs w:val="20"/>
      <w:lang w:eastAsia="zh-CN"/>
    </w:rPr>
  </w:style>
  <w:style w:type="paragraph" w:styleId="Heading2">
    <w:name w:val="heading 2"/>
    <w:basedOn w:val="Normal"/>
    <w:next w:val="Normal"/>
    <w:link w:val="Heading2Char"/>
    <w:rsid w:val="00FA52D1"/>
    <w:pPr>
      <w:keepNext/>
      <w:outlineLvl w:val="1"/>
    </w:pPr>
    <w:rPr>
      <w:rFonts w:ascii="Book Antiqua" w:hAnsi="Book Antiqua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962A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rsid w:val="00FA52D1"/>
    <w:pPr>
      <w:keepNext/>
      <w:jc w:val="center"/>
      <w:outlineLvl w:val="4"/>
    </w:pPr>
    <w:rPr>
      <w:rFonts w:ascii="Arial" w:eastAsia="SimSun" w:hAnsi="Arial" w:cs="Arial"/>
      <w:b/>
      <w:sz w:val="18"/>
      <w:szCs w:val="4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C20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C203B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C20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03B"/>
    <w:rPr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0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03B"/>
    <w:rPr>
      <w:rFonts w:ascii="Tahoma" w:hAnsi="Tahoma" w:cs="Tahoma"/>
      <w:sz w:val="16"/>
      <w:szCs w:val="16"/>
      <w:lang w:val="en-CA"/>
    </w:rPr>
  </w:style>
  <w:style w:type="character" w:customStyle="1" w:styleId="Heading1Char">
    <w:name w:val="Heading 1 Char"/>
    <w:basedOn w:val="DefaultParagraphFont"/>
    <w:link w:val="Heading1"/>
    <w:rsid w:val="00B14849"/>
    <w:rPr>
      <w:rFonts w:ascii="Swis721 Lt BT" w:eastAsia="Times New Roman" w:hAnsi="Swis721 Lt BT" w:cs="Times New Roman"/>
      <w:b/>
      <w:caps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FA52D1"/>
    <w:rPr>
      <w:rFonts w:ascii="Book Antiqua" w:eastAsia="Times New Roman" w:hAnsi="Book Antiqua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FA52D1"/>
    <w:rPr>
      <w:rFonts w:ascii="Arial" w:eastAsia="SimSun" w:hAnsi="Arial" w:cs="Arial"/>
      <w:b/>
      <w:sz w:val="18"/>
      <w:szCs w:val="40"/>
      <w:lang w:eastAsia="zh-CN"/>
    </w:rPr>
  </w:style>
  <w:style w:type="paragraph" w:styleId="ListParagraph">
    <w:name w:val="List Paragraph"/>
    <w:basedOn w:val="Normal"/>
    <w:uiPriority w:val="34"/>
    <w:qFormat/>
    <w:rsid w:val="0062255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60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60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60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60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60F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81F1C"/>
  </w:style>
  <w:style w:type="paragraph" w:customStyle="1" w:styleId="FigureHeader">
    <w:name w:val="Figure Header"/>
    <w:basedOn w:val="Normal"/>
    <w:link w:val="FigureHeaderChar"/>
    <w:qFormat/>
    <w:rsid w:val="00655D1B"/>
    <w:pPr>
      <w:outlineLvl w:val="0"/>
    </w:pPr>
    <w:rPr>
      <w:b/>
      <w:noProof/>
      <w:szCs w:val="22"/>
      <w:lang w:eastAsia="en-CA"/>
    </w:rPr>
  </w:style>
  <w:style w:type="character" w:customStyle="1" w:styleId="FigureHeaderChar">
    <w:name w:val="Figure Header Char"/>
    <w:basedOn w:val="DefaultParagraphFont"/>
    <w:link w:val="FigureHeader"/>
    <w:rsid w:val="00655D1B"/>
    <w:rPr>
      <w:rFonts w:ascii="Swis721 Lt BT" w:eastAsia="Times New Roman" w:hAnsi="Swis721 Lt BT" w:cs="Times New Roman"/>
      <w:b/>
      <w:noProof/>
      <w:lang w:val="en-CA" w:eastAsia="en-CA"/>
    </w:rPr>
  </w:style>
  <w:style w:type="paragraph" w:customStyle="1" w:styleId="Header2">
    <w:name w:val="Header 2"/>
    <w:basedOn w:val="Heading1"/>
    <w:link w:val="Header2Char"/>
    <w:qFormat/>
    <w:rsid w:val="00B14849"/>
    <w:rPr>
      <w:i/>
      <w:caps w:val="0"/>
    </w:rPr>
  </w:style>
  <w:style w:type="character" w:customStyle="1" w:styleId="Header2Char">
    <w:name w:val="Header 2 Char"/>
    <w:basedOn w:val="Heading1Char"/>
    <w:link w:val="Header2"/>
    <w:rsid w:val="00B14849"/>
    <w:rPr>
      <w:rFonts w:ascii="Swis721 Lt BT" w:eastAsia="Times New Roman" w:hAnsi="Swis721 Lt BT" w:cs="Times New Roman"/>
      <w:b/>
      <w:i/>
      <w:caps w:val="0"/>
      <w:szCs w:val="20"/>
      <w:lang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A675A"/>
    <w:rPr>
      <w:rFonts w:ascii="Times New Roman" w:hAnsi="Times New Roman"/>
      <w:i/>
      <w:spacing w:val="0"/>
      <w:sz w:val="24"/>
      <w:szCs w:val="21"/>
      <w:lang w:eastAsia="en-C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A675A"/>
    <w:rPr>
      <w:rFonts w:ascii="Times New Roman" w:eastAsia="Times New Roman" w:hAnsi="Times New Roman" w:cs="Times New Roman"/>
      <w:i/>
      <w:sz w:val="24"/>
      <w:szCs w:val="21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156DF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56DF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94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7277355956271014505msoplaintext">
    <w:name w:val="m_7277355956271014505msoplaintext"/>
    <w:basedOn w:val="Normal"/>
    <w:rsid w:val="007806EE"/>
    <w:pPr>
      <w:spacing w:before="100" w:beforeAutospacing="1" w:after="100" w:afterAutospacing="1"/>
    </w:pPr>
    <w:rPr>
      <w:rFonts w:ascii="Times" w:eastAsiaTheme="minorHAnsi" w:hAnsi="Times" w:cstheme="minorBidi"/>
      <w:spacing w:val="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62DAA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AF7"/>
    <w:rPr>
      <w:rFonts w:asciiTheme="majorHAnsi" w:eastAsiaTheme="majorEastAsia" w:hAnsiTheme="majorHAnsi" w:cstheme="majorBidi"/>
      <w:b/>
      <w:bCs/>
      <w:color w:val="4F81BD" w:themeColor="accent1"/>
      <w:spacing w:val="6"/>
      <w:sz w:val="20"/>
      <w:szCs w:val="24"/>
      <w:lang w:val="en-CA"/>
    </w:rPr>
  </w:style>
  <w:style w:type="character" w:customStyle="1" w:styleId="go">
    <w:name w:val="go"/>
    <w:basedOn w:val="DefaultParagraphFont"/>
    <w:rsid w:val="00962AF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9"/>
    <w:lsdException w:name="heading 4" w:uiPriority="9" w:qFormat="1"/>
    <w:lsdException w:name="heading 5" w:uiPriority="0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75A"/>
    <w:pPr>
      <w:spacing w:after="0" w:line="240" w:lineRule="auto"/>
    </w:pPr>
    <w:rPr>
      <w:rFonts w:ascii="Swis721 Lt BT" w:eastAsia="Times New Roman" w:hAnsi="Swis721 Lt BT" w:cs="Times New Roman"/>
      <w:spacing w:val="6"/>
      <w:sz w:val="20"/>
      <w:szCs w:val="24"/>
      <w:lang w:val="en-CA"/>
    </w:rPr>
  </w:style>
  <w:style w:type="paragraph" w:styleId="Heading1">
    <w:name w:val="heading 1"/>
    <w:basedOn w:val="Normal"/>
    <w:next w:val="Normal"/>
    <w:link w:val="Heading1Char"/>
    <w:qFormat/>
    <w:rsid w:val="00B14849"/>
    <w:pPr>
      <w:keepNext/>
      <w:ind w:left="2160" w:hanging="2160"/>
      <w:outlineLvl w:val="0"/>
    </w:pPr>
    <w:rPr>
      <w:b/>
      <w:caps/>
      <w:szCs w:val="20"/>
      <w:lang w:eastAsia="zh-CN"/>
    </w:rPr>
  </w:style>
  <w:style w:type="paragraph" w:styleId="Heading2">
    <w:name w:val="heading 2"/>
    <w:basedOn w:val="Normal"/>
    <w:next w:val="Normal"/>
    <w:link w:val="Heading2Char"/>
    <w:rsid w:val="00FA52D1"/>
    <w:pPr>
      <w:keepNext/>
      <w:outlineLvl w:val="1"/>
    </w:pPr>
    <w:rPr>
      <w:rFonts w:ascii="Book Antiqua" w:hAnsi="Book Antiqua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962A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rsid w:val="00FA52D1"/>
    <w:pPr>
      <w:keepNext/>
      <w:jc w:val="center"/>
      <w:outlineLvl w:val="4"/>
    </w:pPr>
    <w:rPr>
      <w:rFonts w:ascii="Arial" w:eastAsia="SimSun" w:hAnsi="Arial" w:cs="Arial"/>
      <w:b/>
      <w:sz w:val="18"/>
      <w:szCs w:val="4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C20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C203B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C20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03B"/>
    <w:rPr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0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03B"/>
    <w:rPr>
      <w:rFonts w:ascii="Tahoma" w:hAnsi="Tahoma" w:cs="Tahoma"/>
      <w:sz w:val="16"/>
      <w:szCs w:val="16"/>
      <w:lang w:val="en-CA"/>
    </w:rPr>
  </w:style>
  <w:style w:type="character" w:customStyle="1" w:styleId="Heading1Char">
    <w:name w:val="Heading 1 Char"/>
    <w:basedOn w:val="DefaultParagraphFont"/>
    <w:link w:val="Heading1"/>
    <w:rsid w:val="00B14849"/>
    <w:rPr>
      <w:rFonts w:ascii="Swis721 Lt BT" w:eastAsia="Times New Roman" w:hAnsi="Swis721 Lt BT" w:cs="Times New Roman"/>
      <w:b/>
      <w:caps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FA52D1"/>
    <w:rPr>
      <w:rFonts w:ascii="Book Antiqua" w:eastAsia="Times New Roman" w:hAnsi="Book Antiqua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FA52D1"/>
    <w:rPr>
      <w:rFonts w:ascii="Arial" w:eastAsia="SimSun" w:hAnsi="Arial" w:cs="Arial"/>
      <w:b/>
      <w:sz w:val="18"/>
      <w:szCs w:val="40"/>
      <w:lang w:eastAsia="zh-CN"/>
    </w:rPr>
  </w:style>
  <w:style w:type="paragraph" w:styleId="ListParagraph">
    <w:name w:val="List Paragraph"/>
    <w:basedOn w:val="Normal"/>
    <w:uiPriority w:val="34"/>
    <w:qFormat/>
    <w:rsid w:val="0062255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60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60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60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60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60F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81F1C"/>
  </w:style>
  <w:style w:type="paragraph" w:customStyle="1" w:styleId="FigureHeader">
    <w:name w:val="Figure Header"/>
    <w:basedOn w:val="Normal"/>
    <w:link w:val="FigureHeaderChar"/>
    <w:qFormat/>
    <w:rsid w:val="00655D1B"/>
    <w:pPr>
      <w:outlineLvl w:val="0"/>
    </w:pPr>
    <w:rPr>
      <w:b/>
      <w:noProof/>
      <w:szCs w:val="22"/>
      <w:lang w:eastAsia="en-CA"/>
    </w:rPr>
  </w:style>
  <w:style w:type="character" w:customStyle="1" w:styleId="FigureHeaderChar">
    <w:name w:val="Figure Header Char"/>
    <w:basedOn w:val="DefaultParagraphFont"/>
    <w:link w:val="FigureHeader"/>
    <w:rsid w:val="00655D1B"/>
    <w:rPr>
      <w:rFonts w:ascii="Swis721 Lt BT" w:eastAsia="Times New Roman" w:hAnsi="Swis721 Lt BT" w:cs="Times New Roman"/>
      <w:b/>
      <w:noProof/>
      <w:lang w:val="en-CA" w:eastAsia="en-CA"/>
    </w:rPr>
  </w:style>
  <w:style w:type="paragraph" w:customStyle="1" w:styleId="Header2">
    <w:name w:val="Header 2"/>
    <w:basedOn w:val="Heading1"/>
    <w:link w:val="Header2Char"/>
    <w:qFormat/>
    <w:rsid w:val="00B14849"/>
    <w:rPr>
      <w:i/>
      <w:caps w:val="0"/>
    </w:rPr>
  </w:style>
  <w:style w:type="character" w:customStyle="1" w:styleId="Header2Char">
    <w:name w:val="Header 2 Char"/>
    <w:basedOn w:val="Heading1Char"/>
    <w:link w:val="Header2"/>
    <w:rsid w:val="00B14849"/>
    <w:rPr>
      <w:rFonts w:ascii="Swis721 Lt BT" w:eastAsia="Times New Roman" w:hAnsi="Swis721 Lt BT" w:cs="Times New Roman"/>
      <w:b/>
      <w:i/>
      <w:caps w:val="0"/>
      <w:szCs w:val="20"/>
      <w:lang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A675A"/>
    <w:rPr>
      <w:rFonts w:ascii="Times New Roman" w:hAnsi="Times New Roman"/>
      <w:i/>
      <w:spacing w:val="0"/>
      <w:sz w:val="24"/>
      <w:szCs w:val="21"/>
      <w:lang w:eastAsia="en-C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A675A"/>
    <w:rPr>
      <w:rFonts w:ascii="Times New Roman" w:eastAsia="Times New Roman" w:hAnsi="Times New Roman" w:cs="Times New Roman"/>
      <w:i/>
      <w:sz w:val="24"/>
      <w:szCs w:val="21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156DF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56DF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94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7277355956271014505msoplaintext">
    <w:name w:val="m_7277355956271014505msoplaintext"/>
    <w:basedOn w:val="Normal"/>
    <w:rsid w:val="007806EE"/>
    <w:pPr>
      <w:spacing w:before="100" w:beforeAutospacing="1" w:after="100" w:afterAutospacing="1"/>
    </w:pPr>
    <w:rPr>
      <w:rFonts w:ascii="Times" w:eastAsiaTheme="minorHAnsi" w:hAnsi="Times" w:cstheme="minorBidi"/>
      <w:spacing w:val="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62DAA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AF7"/>
    <w:rPr>
      <w:rFonts w:asciiTheme="majorHAnsi" w:eastAsiaTheme="majorEastAsia" w:hAnsiTheme="majorHAnsi" w:cstheme="majorBidi"/>
      <w:b/>
      <w:bCs/>
      <w:color w:val="4F81BD" w:themeColor="accent1"/>
      <w:spacing w:val="6"/>
      <w:sz w:val="20"/>
      <w:szCs w:val="24"/>
      <w:lang w:val="en-CA"/>
    </w:rPr>
  </w:style>
  <w:style w:type="character" w:customStyle="1" w:styleId="go">
    <w:name w:val="go"/>
    <w:basedOn w:val="DefaultParagraphFont"/>
    <w:rsid w:val="00962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Administration\01%20-%20Office%20Documents\02%20-%20Templates\Restricted%20Templates\Letter%20Template%20-%20UPD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\Administration\01 - Office Documents\02 - Templates\Restricted Templates\Letter Template - UPDATED.dotx</Template>
  <TotalTime>2</TotalTime>
  <Pages>1</Pages>
  <Words>29</Words>
  <Characters>171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Jacobs</dc:creator>
  <cp:lastModifiedBy>David or Emma Baffa</cp:lastModifiedBy>
  <cp:revision>2</cp:revision>
  <cp:lastPrinted>2020-09-25T22:12:00Z</cp:lastPrinted>
  <dcterms:created xsi:type="dcterms:W3CDTF">2021-03-17T19:33:00Z</dcterms:created>
  <dcterms:modified xsi:type="dcterms:W3CDTF">2021-03-17T19:33:00Z</dcterms:modified>
</cp:coreProperties>
</file>